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C4" w:rsidRDefault="00811E74" w:rsidP="00811E74">
      <w:pPr>
        <w:jc w:val="center"/>
        <w:rPr>
          <w:b/>
          <w:color w:val="FF0000"/>
          <w:u w:val="single"/>
        </w:rPr>
      </w:pPr>
      <w:r w:rsidRPr="00811E74">
        <w:rPr>
          <w:b/>
          <w:color w:val="FF0000"/>
          <w:u w:val="single"/>
        </w:rPr>
        <w:t>The Emperor’s New Clothes</w:t>
      </w:r>
    </w:p>
    <w:p w:rsidR="00811E74" w:rsidRPr="00811E74" w:rsidRDefault="00811E74" w:rsidP="00811E74">
      <w:pPr>
        <w:rPr>
          <w:color w:val="FF0000"/>
        </w:rPr>
      </w:pPr>
      <w:r>
        <w:rPr>
          <w:color w:val="FF0000"/>
        </w:rPr>
        <w:t>Once there was an emperor who loved clothes. One day two apparent weavers came along. They claimed they could make magnificent invisible clothes. Can they?</w:t>
      </w:r>
      <w:bookmarkStart w:id="0" w:name="_GoBack"/>
      <w:bookmarkEnd w:id="0"/>
    </w:p>
    <w:sectPr w:rsidR="00811E74" w:rsidRPr="00811E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74"/>
    <w:rsid w:val="002710C5"/>
    <w:rsid w:val="00811E74"/>
    <w:rsid w:val="00A2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638C1AD3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2011-03-31T01:53:00Z</dcterms:created>
  <dcterms:modified xsi:type="dcterms:W3CDTF">2011-03-31T01:53:00Z</dcterms:modified>
</cp:coreProperties>
</file>